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79E14" w14:textId="221D74F5" w:rsidR="00D81B47" w:rsidRPr="00207FDA" w:rsidRDefault="00C53E47" w:rsidP="002D40A1">
      <w:pPr>
        <w:widowControl/>
        <w:spacing w:after="0"/>
        <w:jc w:val="center"/>
        <w:rPr>
          <w:rFonts w:ascii="Times New Roman" w:eastAsia="Times New Roman" w:hAnsi="Times New Roman"/>
          <w:sz w:val="24"/>
          <w:szCs w:val="24"/>
          <w:lang w:val="lv-LV"/>
        </w:rPr>
      </w:pPr>
      <w:r w:rsidRPr="00207FDA">
        <w:rPr>
          <w:rFonts w:ascii="Times New Roman" w:eastAsia="Times New Roman" w:hAnsi="Times New Roman"/>
          <w:sz w:val="24"/>
          <w:szCs w:val="24"/>
          <w:lang w:val="lv-LV"/>
        </w:rPr>
        <w:t>Rīgā</w:t>
      </w:r>
    </w:p>
    <w:p w14:paraId="427B1181" w14:textId="77777777" w:rsidR="002D1C60" w:rsidRPr="00207FDA" w:rsidRDefault="002D1C60" w:rsidP="000E0632">
      <w:pPr>
        <w:widowControl/>
        <w:spacing w:after="0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6CCBBE13" w14:textId="7C2D18FB" w:rsidR="002D1C60" w:rsidRPr="00207FDA" w:rsidRDefault="0059545C" w:rsidP="002D1C60">
      <w:pPr>
        <w:widowControl/>
        <w:spacing w:after="0" w:line="24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eastAsia="Times New Roman" w:hAnsi="Times New Roman"/>
          <w:sz w:val="24"/>
          <w:szCs w:val="24"/>
          <w:lang w:val="lv-LV"/>
        </w:rPr>
        <w:t>06.</w:t>
      </w:r>
      <w:r w:rsidR="00D516FA" w:rsidRPr="00207FDA">
        <w:rPr>
          <w:rFonts w:ascii="Times New Roman" w:eastAsia="Times New Roman" w:hAnsi="Times New Roman"/>
          <w:sz w:val="24"/>
          <w:szCs w:val="24"/>
          <w:lang w:val="lv-LV"/>
        </w:rPr>
        <w:t>11</w:t>
      </w:r>
      <w:r w:rsidR="006963C9">
        <w:rPr>
          <w:rFonts w:ascii="Times New Roman" w:eastAsia="Times New Roman" w:hAnsi="Times New Roman"/>
          <w:sz w:val="24"/>
          <w:szCs w:val="24"/>
          <w:lang w:val="lv-LV"/>
        </w:rPr>
        <w:t>.2019. Nr.06-01</w:t>
      </w:r>
      <w:r w:rsidR="002D1C60" w:rsidRPr="00207FDA">
        <w:rPr>
          <w:rFonts w:ascii="Times New Roman" w:eastAsia="Times New Roman" w:hAnsi="Times New Roman"/>
          <w:sz w:val="24"/>
          <w:szCs w:val="24"/>
          <w:lang w:val="lv-LV"/>
        </w:rPr>
        <w:t>/</w:t>
      </w:r>
      <w:r>
        <w:rPr>
          <w:rFonts w:ascii="Times New Roman" w:eastAsia="Times New Roman" w:hAnsi="Times New Roman"/>
          <w:sz w:val="24"/>
          <w:szCs w:val="24"/>
          <w:lang w:val="lv-LV"/>
        </w:rPr>
        <w:t>5316</w:t>
      </w:r>
      <w:bookmarkStart w:id="0" w:name="_GoBack"/>
      <w:bookmarkEnd w:id="0"/>
    </w:p>
    <w:p w14:paraId="5F47D9DC" w14:textId="1E71B051" w:rsidR="002D1C60" w:rsidRPr="00207FDA" w:rsidRDefault="00D516FA" w:rsidP="002D1C60">
      <w:pPr>
        <w:widowControl/>
        <w:spacing w:after="0" w:line="240" w:lineRule="auto"/>
        <w:jc w:val="both"/>
        <w:rPr>
          <w:rFonts w:ascii="Times New Roman" w:hAnsi="Times New Roman"/>
          <w:sz w:val="24"/>
          <w:szCs w:val="24"/>
          <w:lang w:val="lv-LV"/>
        </w:rPr>
      </w:pPr>
      <w:r w:rsidRPr="00207FDA">
        <w:rPr>
          <w:rFonts w:ascii="Times New Roman" w:eastAsia="Times New Roman" w:hAnsi="Times New Roman"/>
          <w:sz w:val="24"/>
          <w:szCs w:val="24"/>
          <w:lang w:val="lv-LV"/>
        </w:rPr>
        <w:t>Uz 21.10.2019. Nr.CMP19-322</w:t>
      </w:r>
    </w:p>
    <w:p w14:paraId="627DA99B" w14:textId="1D4EA381" w:rsidR="002D1C60" w:rsidRPr="00207FDA" w:rsidRDefault="00D516FA" w:rsidP="002D1C60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  <w:r w:rsidRPr="00207FDA">
        <w:rPr>
          <w:rFonts w:ascii="Times New Roman" w:eastAsia="Times New Roman" w:hAnsi="Times New Roman"/>
          <w:sz w:val="24"/>
          <w:szCs w:val="24"/>
          <w:lang w:val="lv-LV"/>
        </w:rPr>
        <w:t>(Reģistrēts NKMP 21.10.2019. Nr.08433</w:t>
      </w:r>
      <w:r w:rsidR="002D1C60" w:rsidRPr="00207FDA">
        <w:rPr>
          <w:rFonts w:ascii="Times New Roman" w:eastAsia="Times New Roman" w:hAnsi="Times New Roman"/>
          <w:sz w:val="24"/>
          <w:szCs w:val="24"/>
          <w:lang w:val="lv-LV"/>
        </w:rPr>
        <w:t>/2019)</w:t>
      </w:r>
    </w:p>
    <w:p w14:paraId="45EB652D" w14:textId="77777777" w:rsidR="002D1C60" w:rsidRPr="00207FDA" w:rsidRDefault="002D1C60" w:rsidP="002D1C60">
      <w:pPr>
        <w:widowControl/>
        <w:spacing w:after="0" w:line="240" w:lineRule="auto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62FE1437" w14:textId="1EB6994B" w:rsidR="009A707A" w:rsidRPr="00207FDA" w:rsidRDefault="009A707A" w:rsidP="002D1C60">
      <w:pPr>
        <w:pStyle w:val="Bezatstarpm"/>
        <w:jc w:val="right"/>
        <w:rPr>
          <w:rFonts w:ascii="Times New Roman" w:hAnsi="Times New Roman"/>
          <w:b/>
          <w:sz w:val="24"/>
          <w:szCs w:val="24"/>
          <w:lang w:val="lv-LV"/>
        </w:rPr>
      </w:pPr>
      <w:r w:rsidRPr="00207FDA">
        <w:rPr>
          <w:rFonts w:ascii="Times New Roman" w:hAnsi="Times New Roman"/>
          <w:b/>
          <w:sz w:val="24"/>
          <w:szCs w:val="24"/>
          <w:lang w:val="lv-LV"/>
        </w:rPr>
        <w:t xml:space="preserve">SIA “Campaign” </w:t>
      </w:r>
    </w:p>
    <w:p w14:paraId="00F6BD1E" w14:textId="5E9AC23C" w:rsidR="002D1C60" w:rsidRPr="00207FDA" w:rsidRDefault="00D516FA" w:rsidP="002D1C60">
      <w:pPr>
        <w:pStyle w:val="Bezatstarpm"/>
        <w:jc w:val="right"/>
        <w:rPr>
          <w:rFonts w:ascii="Times New Roman" w:hAnsi="Times New Roman"/>
          <w:i/>
          <w:sz w:val="24"/>
          <w:szCs w:val="24"/>
          <w:u w:val="single"/>
          <w:lang w:val="lv-LV"/>
        </w:rPr>
      </w:pPr>
      <w:r w:rsidRPr="00207FDA">
        <w:rPr>
          <w:rFonts w:ascii="Times New Roman" w:hAnsi="Times New Roman"/>
          <w:i/>
          <w:sz w:val="24"/>
          <w:szCs w:val="24"/>
          <w:u w:val="single"/>
          <w:lang w:val="lv-LV"/>
        </w:rPr>
        <w:t>sia.campaign@gmail.com</w:t>
      </w:r>
    </w:p>
    <w:p w14:paraId="14C1E0EC" w14:textId="77777777" w:rsidR="002D1C60" w:rsidRPr="00207FDA" w:rsidRDefault="002D1C60" w:rsidP="002D1C60">
      <w:pPr>
        <w:pStyle w:val="Bezatstarpm"/>
        <w:jc w:val="right"/>
        <w:rPr>
          <w:rFonts w:ascii="Times New Roman" w:hAnsi="Times New Roman"/>
          <w:sz w:val="24"/>
          <w:szCs w:val="24"/>
          <w:lang w:val="lv-LV"/>
        </w:rPr>
      </w:pPr>
    </w:p>
    <w:p w14:paraId="6CDE79FA" w14:textId="7ACAC1B0" w:rsidR="002D1C60" w:rsidRPr="00207FDA" w:rsidRDefault="002D1C60" w:rsidP="002D1C60">
      <w:pPr>
        <w:pStyle w:val="Bezatstarpm"/>
        <w:jc w:val="right"/>
        <w:rPr>
          <w:rFonts w:ascii="Times New Roman" w:hAnsi="Times New Roman"/>
          <w:b/>
          <w:sz w:val="24"/>
          <w:szCs w:val="24"/>
          <w:lang w:val="lv-LV"/>
        </w:rPr>
      </w:pPr>
      <w:r w:rsidRPr="00207FDA">
        <w:rPr>
          <w:rFonts w:ascii="Times New Roman" w:hAnsi="Times New Roman"/>
          <w:b/>
          <w:sz w:val="24"/>
          <w:szCs w:val="24"/>
          <w:lang w:val="lv-LV"/>
        </w:rPr>
        <w:t>NKMP Latgales reģionālajai nodaļai</w:t>
      </w:r>
    </w:p>
    <w:p w14:paraId="4F7581DC" w14:textId="034695BF" w:rsidR="002D1C60" w:rsidRPr="00207FDA" w:rsidRDefault="002D1C60" w:rsidP="002D1C60">
      <w:pPr>
        <w:pStyle w:val="Bezatstarpm"/>
        <w:jc w:val="right"/>
        <w:rPr>
          <w:rFonts w:ascii="Times New Roman" w:hAnsi="Times New Roman"/>
          <w:i/>
          <w:sz w:val="24"/>
          <w:szCs w:val="24"/>
          <w:u w:val="single"/>
          <w:lang w:val="lv-LV"/>
        </w:rPr>
      </w:pPr>
      <w:r w:rsidRPr="00207FDA">
        <w:rPr>
          <w:rFonts w:ascii="Times New Roman" w:hAnsi="Times New Roman"/>
          <w:i/>
          <w:sz w:val="24"/>
          <w:szCs w:val="24"/>
          <w:u w:val="single"/>
          <w:lang w:val="lv-LV"/>
        </w:rPr>
        <w:t>latgale@mantojums.lv</w:t>
      </w:r>
    </w:p>
    <w:p w14:paraId="2DFA52A9" w14:textId="77777777" w:rsidR="002D1C60" w:rsidRPr="00207FDA" w:rsidRDefault="002D1C60" w:rsidP="000E0632">
      <w:pPr>
        <w:widowControl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lv-LV"/>
        </w:rPr>
      </w:pPr>
    </w:p>
    <w:p w14:paraId="6DC725D4" w14:textId="079EE8D3" w:rsidR="000E0632" w:rsidRPr="00207FDA" w:rsidRDefault="0014542F" w:rsidP="000E0632">
      <w:pPr>
        <w:pStyle w:val="Virsraksts1"/>
        <w:tabs>
          <w:tab w:val="left" w:pos="6213"/>
          <w:tab w:val="left" w:pos="8364"/>
        </w:tabs>
        <w:spacing w:line="240" w:lineRule="auto"/>
        <w:ind w:right="3981"/>
        <w:jc w:val="left"/>
        <w:rPr>
          <w:i/>
          <w:sz w:val="24"/>
          <w:szCs w:val="24"/>
          <w:lang w:val="lv-LV"/>
        </w:rPr>
      </w:pPr>
      <w:r w:rsidRPr="00207FDA">
        <w:rPr>
          <w:i/>
          <w:sz w:val="24"/>
          <w:szCs w:val="24"/>
          <w:lang w:val="lv-LV"/>
        </w:rPr>
        <w:t>P</w:t>
      </w:r>
      <w:r w:rsidR="009A707A" w:rsidRPr="00207FDA">
        <w:rPr>
          <w:i/>
          <w:sz w:val="24"/>
          <w:szCs w:val="24"/>
          <w:lang w:val="lv-LV"/>
        </w:rPr>
        <w:t>ar D</w:t>
      </w:r>
      <w:r w:rsidR="00D06877" w:rsidRPr="00207FDA">
        <w:rPr>
          <w:i/>
          <w:sz w:val="24"/>
          <w:szCs w:val="24"/>
          <w:lang w:val="lv-LV"/>
        </w:rPr>
        <w:t xml:space="preserve">zīvojamās </w:t>
      </w:r>
      <w:r w:rsidR="009A707A" w:rsidRPr="00207FDA">
        <w:rPr>
          <w:i/>
          <w:sz w:val="24"/>
          <w:szCs w:val="24"/>
          <w:lang w:val="lv-LV"/>
        </w:rPr>
        <w:t xml:space="preserve">mājas </w:t>
      </w:r>
      <w:r w:rsidR="000454AE" w:rsidRPr="00207FDA">
        <w:rPr>
          <w:i/>
          <w:sz w:val="24"/>
          <w:szCs w:val="24"/>
          <w:lang w:val="lv-LV"/>
        </w:rPr>
        <w:t xml:space="preserve">bēniņu pārseguma siltumizolācijas </w:t>
      </w:r>
      <w:r w:rsidRPr="00207FDA">
        <w:rPr>
          <w:i/>
          <w:sz w:val="24"/>
          <w:szCs w:val="24"/>
          <w:lang w:val="lv-LV"/>
        </w:rPr>
        <w:t>ierīkošanu</w:t>
      </w:r>
      <w:r w:rsidR="000454AE" w:rsidRPr="00207FDA">
        <w:rPr>
          <w:i/>
          <w:sz w:val="24"/>
          <w:szCs w:val="24"/>
          <w:lang w:val="lv-LV"/>
        </w:rPr>
        <w:t xml:space="preserve"> </w:t>
      </w:r>
      <w:r w:rsidR="009A707A" w:rsidRPr="00207FDA">
        <w:rPr>
          <w:i/>
          <w:sz w:val="24"/>
          <w:szCs w:val="24"/>
          <w:lang w:val="lv-LV"/>
        </w:rPr>
        <w:t>Vienības ielā 5</w:t>
      </w:r>
      <w:r w:rsidR="002D1C60" w:rsidRPr="00207FDA">
        <w:rPr>
          <w:i/>
          <w:sz w:val="24"/>
          <w:szCs w:val="24"/>
          <w:lang w:val="lv-LV"/>
        </w:rPr>
        <w:t xml:space="preserve">, Daugavpilī </w:t>
      </w:r>
    </w:p>
    <w:p w14:paraId="7656A404" w14:textId="77777777" w:rsidR="000E0632" w:rsidRPr="00207FDA" w:rsidRDefault="000E0632" w:rsidP="000E0632">
      <w:pPr>
        <w:rPr>
          <w:lang w:val="lv-LV"/>
        </w:rPr>
      </w:pPr>
    </w:p>
    <w:p w14:paraId="427B72A2" w14:textId="44D32A6E" w:rsidR="000E0632" w:rsidRPr="00207FDA" w:rsidRDefault="000E0632" w:rsidP="000E0632">
      <w:pPr>
        <w:widowControl/>
        <w:spacing w:after="240" w:line="240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207FDA">
        <w:rPr>
          <w:rFonts w:ascii="Times New Roman" w:hAnsi="Times New Roman"/>
          <w:lang w:val="lv-LV"/>
        </w:rPr>
        <w:t xml:space="preserve">          </w:t>
      </w:r>
      <w:r w:rsidR="0014542F" w:rsidRPr="00207FDA">
        <w:rPr>
          <w:rFonts w:ascii="Times New Roman" w:hAnsi="Times New Roman"/>
          <w:sz w:val="24"/>
          <w:szCs w:val="24"/>
          <w:lang w:val="lv-LV"/>
        </w:rPr>
        <w:t xml:space="preserve">Nacionālās kultūras mantojuma pārvalde (turpmāk – Pārvalde) ir saņēmusi </w:t>
      </w:r>
      <w:r w:rsidR="008D7D46" w:rsidRPr="00207FDA">
        <w:rPr>
          <w:rFonts w:ascii="Times New Roman" w:hAnsi="Times New Roman"/>
          <w:sz w:val="24"/>
          <w:szCs w:val="24"/>
          <w:lang w:val="lv-LV"/>
        </w:rPr>
        <w:t>SIA “Campaign”</w:t>
      </w:r>
      <w:r w:rsidR="0014542F" w:rsidRPr="00207FDA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14542F" w:rsidRPr="00207FDA">
        <w:rPr>
          <w:rFonts w:ascii="Times New Roman" w:eastAsia="Times New Roman" w:hAnsi="Times New Roman"/>
          <w:bCs/>
          <w:sz w:val="24"/>
          <w:szCs w:val="24"/>
          <w:lang w:val="lv-LV"/>
        </w:rPr>
        <w:t xml:space="preserve">(turpmāk – Iesniedzējs) </w:t>
      </w:r>
      <w:r w:rsidR="0014542F" w:rsidRPr="00207FDA">
        <w:rPr>
          <w:rFonts w:ascii="Times New Roman" w:hAnsi="Times New Roman"/>
          <w:sz w:val="24"/>
          <w:szCs w:val="24"/>
          <w:lang w:val="lv-LV"/>
        </w:rPr>
        <w:t xml:space="preserve">iesniegumu ar lūgumu sniegt izziņu 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 xml:space="preserve">par </w:t>
      </w:r>
      <w:r w:rsidR="000454AE" w:rsidRPr="00207FDA">
        <w:rPr>
          <w:rFonts w:ascii="Times New Roman" w:hAnsi="Times New Roman"/>
          <w:i/>
          <w:sz w:val="24"/>
          <w:szCs w:val="24"/>
          <w:lang w:val="lv-LV"/>
        </w:rPr>
        <w:t>Dzīvojamās ēkas</w:t>
      </w:r>
      <w:r w:rsidR="008D7D46" w:rsidRPr="00207FDA">
        <w:rPr>
          <w:rFonts w:ascii="Times New Roman" w:eastAsia="Times New Roman" w:hAnsi="Times New Roman"/>
          <w:bCs/>
          <w:i/>
          <w:sz w:val="24"/>
          <w:szCs w:val="24"/>
          <w:lang w:val="lv-LV"/>
        </w:rPr>
        <w:t xml:space="preserve"> </w:t>
      </w:r>
      <w:r w:rsidR="000454AE" w:rsidRPr="00207FDA">
        <w:rPr>
          <w:rFonts w:ascii="Times New Roman" w:hAnsi="Times New Roman"/>
          <w:i/>
          <w:sz w:val="24"/>
          <w:szCs w:val="24"/>
          <w:lang w:val="lv-LV"/>
        </w:rPr>
        <w:t>Vienības ielā 5, Daugavpilī bēniņu pārsegumu ierīkošanas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 xml:space="preserve"> būvprojektēšanas saskaņošana</w:t>
      </w:r>
      <w:r w:rsidR="00207FDA">
        <w:rPr>
          <w:rFonts w:ascii="Times New Roman" w:hAnsi="Times New Roman"/>
          <w:sz w:val="24"/>
          <w:szCs w:val="24"/>
          <w:lang w:val="lv-LV"/>
        </w:rPr>
        <w:t>s procedūras nepieciešamību</w:t>
      </w:r>
      <w:r w:rsidRPr="00207FDA">
        <w:rPr>
          <w:rFonts w:ascii="Times New Roman" w:hAnsi="Times New Roman"/>
          <w:sz w:val="24"/>
          <w:szCs w:val="24"/>
          <w:lang w:val="lv-LV"/>
        </w:rPr>
        <w:t xml:space="preserve"> un iepazinusies ar iesniegto dokumentāciju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 xml:space="preserve">. </w:t>
      </w:r>
      <w:r w:rsidR="000454AE"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Ēka 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>ar kadastra apzīmējumu 0500 001 6604 001, Vienības ielā 5</w:t>
      </w:r>
      <w:r w:rsidR="000454AE"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, Daugavpilī (turpmāk – Ēka) atrodas 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 xml:space="preserve">valsts nozīmes pilsētbūvniecības pieminekļa </w:t>
      </w:r>
      <w:r w:rsidR="000454AE" w:rsidRPr="00207FDA">
        <w:rPr>
          <w:rFonts w:ascii="Times New Roman" w:hAnsi="Times New Roman"/>
          <w:b/>
          <w:sz w:val="24"/>
          <w:szCs w:val="24"/>
          <w:lang w:val="lv-LV"/>
        </w:rPr>
        <w:t>“Daugavpils pilsētas vēsturiskais centrs”</w:t>
      </w:r>
      <w:r w:rsidR="000454AE"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 (valsts aizsardzības Nr.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0454AE"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7429) </w:t>
      </w:r>
      <w:r w:rsidR="000454AE" w:rsidRPr="00207FDA">
        <w:rPr>
          <w:rFonts w:ascii="Times New Roman" w:hAnsi="Times New Roman"/>
          <w:sz w:val="24"/>
          <w:szCs w:val="24"/>
          <w:lang w:val="lv-LV"/>
        </w:rPr>
        <w:t>teritorijā</w:t>
      </w:r>
      <w:r w:rsidR="000454AE" w:rsidRPr="00207FDA">
        <w:rPr>
          <w:rFonts w:ascii="Times New Roman" w:eastAsia="Times New Roman" w:hAnsi="Times New Roman"/>
          <w:sz w:val="24"/>
          <w:szCs w:val="24"/>
          <w:lang w:val="lv-LV"/>
        </w:rPr>
        <w:t>.</w:t>
      </w:r>
      <w:r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Pr="00207FDA">
        <w:rPr>
          <w:rFonts w:ascii="Times New Roman" w:hAnsi="Times New Roman"/>
          <w:sz w:val="24"/>
          <w:szCs w:val="24"/>
          <w:lang w:val="lv-LV"/>
        </w:rPr>
        <w:t xml:space="preserve">Uz nekustamo īpašumu attiecas likums „Par kultūras pieminekļu aizsardzību” un </w:t>
      </w:r>
      <w:r w:rsidRPr="00207FDA">
        <w:rPr>
          <w:rFonts w:ascii="Times New Roman" w:hAnsi="Times New Roman"/>
          <w:noProof/>
          <w:sz w:val="24"/>
          <w:szCs w:val="24"/>
          <w:lang w:val="lv-LV"/>
        </w:rPr>
        <w:t xml:space="preserve">Ministru kabineta 2003.gada 26.augusta noteikumi 474 „Noteikumi par kultūras pieminekļu uzskaiti, aizsardzību, izmantošanu, restaurāciju un vidi degradējoša objekta statusa piešķiršanu” </w:t>
      </w:r>
      <w:r w:rsidRPr="00207FDA">
        <w:rPr>
          <w:rFonts w:ascii="Times New Roman" w:hAnsi="Times New Roman"/>
          <w:sz w:val="24"/>
          <w:szCs w:val="24"/>
          <w:lang w:val="lv-LV"/>
        </w:rPr>
        <w:t>(turpmāk – Noteikumi Nr.474).</w:t>
      </w:r>
    </w:p>
    <w:p w14:paraId="1279F034" w14:textId="40B9EC26" w:rsidR="00FC24F5" w:rsidRPr="00207FDA" w:rsidRDefault="000E0632" w:rsidP="000E0632">
      <w:pPr>
        <w:pStyle w:val="Sarakstarindkopa"/>
        <w:widowControl/>
        <w:spacing w:after="24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val="lv-LV"/>
        </w:rPr>
      </w:pPr>
      <w:r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         Izstrādei paredzētais būvprojekts </w:t>
      </w:r>
      <w:r w:rsidR="00207FDA" w:rsidRPr="00207FDA">
        <w:rPr>
          <w:rFonts w:ascii="Times New Roman" w:eastAsia="Times New Roman" w:hAnsi="Times New Roman"/>
          <w:sz w:val="24"/>
          <w:szCs w:val="24"/>
          <w:lang w:val="lv-LV"/>
        </w:rPr>
        <w:t>(</w:t>
      </w:r>
      <w:r w:rsidRPr="00207FDA">
        <w:rPr>
          <w:rFonts w:ascii="Times New Roman" w:eastAsia="Times New Roman" w:hAnsi="Times New Roman"/>
          <w:sz w:val="24"/>
          <w:szCs w:val="24"/>
          <w:lang w:val="lv-LV"/>
        </w:rPr>
        <w:t>pēc ar Iesniedzēju noslēgtā līguma Nr. SIADDzKSU-2019/169P</w:t>
      </w:r>
      <w:r w:rsidR="00207FDA" w:rsidRPr="00207FDA">
        <w:rPr>
          <w:rFonts w:ascii="Times New Roman" w:eastAsia="Times New Roman" w:hAnsi="Times New Roman"/>
          <w:sz w:val="24"/>
          <w:szCs w:val="24"/>
          <w:lang w:val="lv-LV"/>
        </w:rPr>
        <w:t>)</w:t>
      </w:r>
      <w:r w:rsidRPr="00207FDA">
        <w:rPr>
          <w:rFonts w:ascii="Times New Roman" w:eastAsia="Times New Roman" w:hAnsi="Times New Roman"/>
          <w:sz w:val="24"/>
          <w:szCs w:val="24"/>
          <w:lang w:val="lv-LV"/>
        </w:rPr>
        <w:t xml:space="preserve"> neskar Ēkas ārējā veidola pārveidojumus un Pārvalde </w:t>
      </w:r>
      <w:r w:rsidR="00FC24F5" w:rsidRPr="00207FDA">
        <w:rPr>
          <w:rFonts w:ascii="Times New Roman" w:hAnsi="Times New Roman"/>
          <w:noProof/>
          <w:sz w:val="24"/>
          <w:szCs w:val="24"/>
          <w:lang w:val="lv-LV"/>
        </w:rPr>
        <w:t xml:space="preserve">nekonstatēja valsts aizsargājamā kultūras pieminekļa </w:t>
      </w:r>
      <w:r w:rsidRPr="00207FDA">
        <w:rPr>
          <w:rFonts w:ascii="Times New Roman" w:hAnsi="Times New Roman"/>
          <w:noProof/>
          <w:sz w:val="24"/>
          <w:szCs w:val="24"/>
          <w:lang w:val="lv-LV"/>
        </w:rPr>
        <w:t xml:space="preserve">(pilsētbūvniecīvas) </w:t>
      </w:r>
      <w:r w:rsidR="00FC24F5" w:rsidRPr="00207FDA">
        <w:rPr>
          <w:rFonts w:ascii="Times New Roman" w:hAnsi="Times New Roman"/>
          <w:noProof/>
          <w:sz w:val="24"/>
          <w:szCs w:val="24"/>
          <w:lang w:val="lv-LV"/>
        </w:rPr>
        <w:t xml:space="preserve">plānojuma, funkcijas, formas, detalizācijas, teritorijas, uz pieminekļiem attiecināmās kultūrvēsturiskās vides un ainavas, kā arī to vizuālās uztveres apstākļu pārveidojumu iespēju un informē, ka </w:t>
      </w:r>
      <w:r w:rsidRPr="00207FDA">
        <w:rPr>
          <w:rFonts w:ascii="Times New Roman" w:hAnsi="Times New Roman"/>
          <w:b/>
          <w:noProof/>
          <w:sz w:val="24"/>
          <w:szCs w:val="24"/>
          <w:lang w:val="lv-LV"/>
        </w:rPr>
        <w:t xml:space="preserve">būvprojekt Pārvaldē </w:t>
      </w:r>
      <w:r w:rsidR="00FC24F5" w:rsidRPr="00207FDA">
        <w:rPr>
          <w:rFonts w:ascii="Times New Roman" w:hAnsi="Times New Roman"/>
          <w:b/>
          <w:noProof/>
          <w:sz w:val="24"/>
          <w:szCs w:val="24"/>
          <w:lang w:val="lv-LV"/>
        </w:rPr>
        <w:t xml:space="preserve">nav jāskaņo un </w:t>
      </w:r>
      <w:r w:rsidRPr="00207FDA">
        <w:rPr>
          <w:rFonts w:ascii="Times New Roman" w:hAnsi="Times New Roman"/>
          <w:b/>
          <w:sz w:val="24"/>
          <w:szCs w:val="24"/>
          <w:lang w:val="lv-LV"/>
        </w:rPr>
        <w:t>atļauja darbu veikšanai nav nepieciešama.</w:t>
      </w:r>
    </w:p>
    <w:p w14:paraId="00BDF558" w14:textId="77777777" w:rsidR="00FC24F5" w:rsidRPr="00207FDA" w:rsidRDefault="00FC24F5" w:rsidP="000454AE">
      <w:pPr>
        <w:pStyle w:val="Sarakstarindkopa"/>
        <w:widowControl/>
        <w:spacing w:after="24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14:paraId="4EBE9F90" w14:textId="4793DDB8" w:rsidR="00A638C2" w:rsidRDefault="00C5420C" w:rsidP="000E0632">
      <w:pPr>
        <w:widowControl/>
        <w:spacing w:after="0"/>
        <w:ind w:firstLine="570"/>
        <w:jc w:val="both"/>
        <w:rPr>
          <w:rFonts w:ascii="Times New Roman" w:hAnsi="Times New Roman"/>
          <w:sz w:val="24"/>
          <w:szCs w:val="24"/>
          <w:lang w:val="lv-LV"/>
        </w:rPr>
      </w:pPr>
      <w:r w:rsidRPr="00207FDA">
        <w:rPr>
          <w:rFonts w:ascii="Times New Roman" w:hAnsi="Times New Roman"/>
          <w:sz w:val="24"/>
          <w:szCs w:val="24"/>
          <w:lang w:val="lv-LV"/>
        </w:rPr>
        <w:t>Pārvalde</w:t>
      </w:r>
      <w:r w:rsidR="000E0632" w:rsidRPr="00207FDA">
        <w:rPr>
          <w:rFonts w:ascii="Times New Roman" w:hAnsi="Times New Roman"/>
          <w:sz w:val="24"/>
          <w:szCs w:val="24"/>
          <w:lang w:val="lv-LV"/>
        </w:rPr>
        <w:t>s vadītāja vietniece</w:t>
      </w:r>
      <w:r w:rsidR="00C53E47" w:rsidRPr="00207FDA">
        <w:rPr>
          <w:rFonts w:ascii="Times New Roman" w:hAnsi="Times New Roman"/>
          <w:sz w:val="24"/>
          <w:szCs w:val="24"/>
          <w:lang w:val="lv-LV"/>
        </w:rPr>
        <w:tab/>
      </w:r>
      <w:r w:rsidR="00C53E47" w:rsidRPr="00207FDA">
        <w:rPr>
          <w:rFonts w:ascii="Times New Roman" w:hAnsi="Times New Roman"/>
          <w:sz w:val="24"/>
          <w:szCs w:val="24"/>
          <w:lang w:val="lv-LV"/>
        </w:rPr>
        <w:tab/>
      </w:r>
      <w:r w:rsidR="00C53E47" w:rsidRPr="00207FDA">
        <w:rPr>
          <w:rFonts w:ascii="Times New Roman" w:hAnsi="Times New Roman"/>
          <w:sz w:val="24"/>
          <w:szCs w:val="24"/>
          <w:lang w:val="lv-LV"/>
        </w:rPr>
        <w:tab/>
      </w:r>
      <w:r w:rsidR="0059545C">
        <w:rPr>
          <w:rFonts w:ascii="Times New Roman" w:hAnsi="Times New Roman"/>
          <w:sz w:val="24"/>
          <w:szCs w:val="24"/>
          <w:lang w:val="lv-LV"/>
        </w:rPr>
        <w:tab/>
      </w:r>
      <w:r w:rsidR="0059545C">
        <w:rPr>
          <w:rFonts w:ascii="Times New Roman" w:hAnsi="Times New Roman"/>
          <w:sz w:val="24"/>
          <w:szCs w:val="24"/>
          <w:lang w:val="lv-LV"/>
        </w:rPr>
        <w:tab/>
      </w:r>
      <w:r w:rsidR="0059545C">
        <w:rPr>
          <w:rFonts w:ascii="Times New Roman" w:hAnsi="Times New Roman"/>
          <w:sz w:val="24"/>
          <w:szCs w:val="24"/>
          <w:lang w:val="lv-LV"/>
        </w:rPr>
        <w:tab/>
      </w:r>
      <w:r w:rsidR="0059545C">
        <w:rPr>
          <w:rFonts w:ascii="Times New Roman" w:hAnsi="Times New Roman"/>
          <w:sz w:val="24"/>
          <w:szCs w:val="24"/>
          <w:lang w:val="lv-LV"/>
        </w:rPr>
        <w:tab/>
      </w:r>
      <w:r w:rsidR="00C53E47" w:rsidRPr="00207FDA">
        <w:rPr>
          <w:rFonts w:ascii="Times New Roman" w:hAnsi="Times New Roman"/>
          <w:sz w:val="24"/>
          <w:szCs w:val="24"/>
          <w:lang w:val="lv-LV"/>
        </w:rPr>
        <w:t xml:space="preserve">K. </w:t>
      </w:r>
      <w:r w:rsidR="000E0632" w:rsidRPr="00207FDA">
        <w:rPr>
          <w:rFonts w:ascii="Times New Roman" w:hAnsi="Times New Roman"/>
          <w:sz w:val="24"/>
          <w:szCs w:val="24"/>
          <w:lang w:val="lv-LV"/>
        </w:rPr>
        <w:t>Kukaine</w:t>
      </w:r>
    </w:p>
    <w:p w14:paraId="53920F12" w14:textId="3D6EE6EE" w:rsidR="00D5435C" w:rsidRPr="00207FDA" w:rsidRDefault="0059545C" w:rsidP="0059545C">
      <w:pPr>
        <w:widowControl/>
        <w:spacing w:after="0"/>
        <w:ind w:left="5040"/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(paraksts*)</w:t>
      </w:r>
    </w:p>
    <w:p w14:paraId="629E1C43" w14:textId="77777777" w:rsidR="0059545C" w:rsidRDefault="0059545C" w:rsidP="00A638C2">
      <w:pPr>
        <w:pStyle w:val="Bezatstarpm"/>
        <w:jc w:val="center"/>
        <w:rPr>
          <w:rFonts w:ascii="Times New Roman" w:hAnsi="Times New Roman"/>
          <w:sz w:val="24"/>
          <w:szCs w:val="24"/>
          <w:lang w:val="lv-LV"/>
        </w:rPr>
      </w:pPr>
    </w:p>
    <w:p w14:paraId="72555584" w14:textId="77777777" w:rsidR="00A638C2" w:rsidRPr="00207FDA" w:rsidRDefault="00A638C2" w:rsidP="00A638C2">
      <w:pPr>
        <w:pStyle w:val="Bezatstarpm"/>
        <w:jc w:val="center"/>
        <w:rPr>
          <w:rFonts w:ascii="Times New Roman" w:hAnsi="Times New Roman"/>
          <w:sz w:val="24"/>
          <w:szCs w:val="24"/>
          <w:lang w:val="lv-LV"/>
        </w:rPr>
      </w:pPr>
      <w:r w:rsidRPr="00207FDA">
        <w:rPr>
          <w:rFonts w:ascii="Times New Roman" w:hAnsi="Times New Roman"/>
          <w:sz w:val="24"/>
          <w:szCs w:val="24"/>
          <w:lang w:val="lv-LV"/>
        </w:rPr>
        <w:t>ŠIS DOKUMENTS IR ELEKTRONISKI PARAKSTĪTS AR DROŠU ELEKTRONISKO PARAKSTU UN SATUR LAIKA ZĪMOGU</w:t>
      </w:r>
    </w:p>
    <w:p w14:paraId="49864600" w14:textId="77777777" w:rsidR="00D81B47" w:rsidRPr="00207FDA" w:rsidRDefault="00D81B47" w:rsidP="00A638C2">
      <w:pPr>
        <w:pStyle w:val="Bezatstarpm"/>
        <w:jc w:val="center"/>
        <w:rPr>
          <w:rFonts w:ascii="Times New Roman" w:hAnsi="Times New Roman"/>
          <w:sz w:val="24"/>
          <w:szCs w:val="24"/>
          <w:lang w:val="lv-LV"/>
        </w:rPr>
      </w:pPr>
    </w:p>
    <w:p w14:paraId="33AE51AA" w14:textId="77777777" w:rsidR="00C53E47" w:rsidRPr="00207FDA" w:rsidRDefault="00C53E47" w:rsidP="00A638C2">
      <w:pPr>
        <w:widowControl/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</w:p>
    <w:p w14:paraId="74B85D98" w14:textId="51A92394" w:rsidR="00C12A8C" w:rsidRPr="00207FDA" w:rsidRDefault="00C12A8C" w:rsidP="00E7353C">
      <w:pPr>
        <w:pStyle w:val="Galvene"/>
        <w:tabs>
          <w:tab w:val="left" w:pos="720"/>
        </w:tabs>
        <w:rPr>
          <w:rFonts w:ascii="Times New Roman" w:hAnsi="Times New Roman"/>
          <w:sz w:val="20"/>
          <w:szCs w:val="20"/>
          <w:lang w:val="lv-LV"/>
        </w:rPr>
      </w:pPr>
    </w:p>
    <w:sectPr w:rsidR="00C12A8C" w:rsidRPr="00207FDA" w:rsidSect="0059545C">
      <w:headerReference w:type="default" r:id="rId11"/>
      <w:headerReference w:type="first" r:id="rId12"/>
      <w:footerReference w:type="first" r:id="rId13"/>
      <w:type w:val="continuous"/>
      <w:pgSz w:w="11920" w:h="16840"/>
      <w:pgMar w:top="1134" w:right="1077" w:bottom="1134" w:left="1134" w:header="567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6076A5" w14:textId="77777777" w:rsidR="008230C7" w:rsidRDefault="008230C7">
      <w:pPr>
        <w:spacing w:after="0" w:line="240" w:lineRule="auto"/>
      </w:pPr>
      <w:r>
        <w:separator/>
      </w:r>
    </w:p>
  </w:endnote>
  <w:endnote w:type="continuationSeparator" w:id="0">
    <w:p w14:paraId="79E4D04A" w14:textId="77777777" w:rsidR="008230C7" w:rsidRDefault="00823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598B8" w14:textId="77777777" w:rsidR="0059545C" w:rsidRPr="00207FDA" w:rsidRDefault="0059545C" w:rsidP="0059545C">
    <w:pPr>
      <w:pStyle w:val="Pamatteksts"/>
      <w:rPr>
        <w:sz w:val="20"/>
        <w:lang w:val="lv-LV"/>
      </w:rPr>
    </w:pPr>
    <w:r w:rsidRPr="00207FDA">
      <w:rPr>
        <w:sz w:val="20"/>
        <w:lang w:val="lv-LV"/>
      </w:rPr>
      <w:t>M. Levina, 67229272</w:t>
    </w:r>
  </w:p>
  <w:p w14:paraId="7F20965E" w14:textId="12A67760" w:rsidR="0059545C" w:rsidRDefault="0059545C" w:rsidP="0059545C">
    <w:pPr>
      <w:pStyle w:val="Galvene"/>
      <w:tabs>
        <w:tab w:val="left" w:pos="720"/>
      </w:tabs>
      <w:ind w:left="426" w:hanging="426"/>
      <w:rPr>
        <w:rFonts w:ascii="Times New Roman" w:hAnsi="Times New Roman"/>
        <w:sz w:val="20"/>
        <w:szCs w:val="20"/>
        <w:u w:val="single"/>
        <w:lang w:val="lv-LV" w:eastAsia="lv-LV"/>
      </w:rPr>
    </w:pPr>
    <w:hyperlink r:id="rId1" w:history="1">
      <w:r w:rsidRPr="00EA7C70">
        <w:rPr>
          <w:rStyle w:val="Hipersaite"/>
          <w:rFonts w:ascii="Times New Roman" w:hAnsi="Times New Roman"/>
          <w:sz w:val="20"/>
          <w:szCs w:val="20"/>
          <w:lang w:val="lv-LV" w:eastAsia="lv-LV"/>
        </w:rPr>
        <w:t>marina.levina@mantojums.lv</w:t>
      </w:r>
    </w:hyperlink>
  </w:p>
  <w:p w14:paraId="203597F3" w14:textId="77777777" w:rsidR="0059545C" w:rsidRPr="00207FDA" w:rsidRDefault="0059545C" w:rsidP="0059545C">
    <w:pPr>
      <w:pStyle w:val="Galvene"/>
      <w:tabs>
        <w:tab w:val="left" w:pos="720"/>
      </w:tabs>
      <w:ind w:left="426" w:hanging="426"/>
      <w:rPr>
        <w:rFonts w:ascii="Times New Roman" w:hAnsi="Times New Roman"/>
        <w:sz w:val="20"/>
        <w:szCs w:val="20"/>
        <w:u w:val="single"/>
        <w:lang w:val="lv-LV"/>
      </w:rPr>
    </w:pPr>
  </w:p>
  <w:p w14:paraId="2488BDC9" w14:textId="77777777" w:rsidR="0059545C" w:rsidRDefault="0059545C">
    <w:pPr>
      <w:pStyle w:val="Kjen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63FD3" w14:textId="77777777" w:rsidR="008230C7" w:rsidRDefault="008230C7">
      <w:pPr>
        <w:spacing w:after="0" w:line="240" w:lineRule="auto"/>
      </w:pPr>
      <w:r>
        <w:separator/>
      </w:r>
    </w:p>
  </w:footnote>
  <w:footnote w:type="continuationSeparator" w:id="0">
    <w:p w14:paraId="75963EB5" w14:textId="77777777" w:rsidR="008230C7" w:rsidRDefault="008230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5D9D" w14:textId="77777777" w:rsidR="00815277" w:rsidRDefault="00815277" w:rsidP="007D2A6E">
    <w:pPr>
      <w:pStyle w:val="Galvene"/>
      <w:rPr>
        <w:lang w:val="lv-LV"/>
      </w:rPr>
    </w:pPr>
  </w:p>
  <w:p w14:paraId="74B85D9E" w14:textId="77777777" w:rsidR="007D2A6E" w:rsidRPr="007D2A6E" w:rsidRDefault="007D2A6E" w:rsidP="007D2A6E">
    <w:pPr>
      <w:pStyle w:val="Galvene"/>
      <w:rPr>
        <w:lang w:val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85D9F" w14:textId="77777777" w:rsidR="007D2A6E" w:rsidRDefault="00942A6A">
    <w:pPr>
      <w:pStyle w:val="Galvene"/>
      <w:rPr>
        <w:rFonts w:ascii="Times New Roman" w:hAnsi="Times New Roman"/>
      </w:rPr>
    </w:pPr>
    <w:r>
      <w:rPr>
        <w:rFonts w:ascii="Times New Roman" w:hAnsi="Times New Roman"/>
        <w:noProof/>
        <w:lang w:val="lv-LV" w:eastAsia="lv-LV"/>
      </w:rPr>
      <w:drawing>
        <wp:anchor distT="0" distB="0" distL="114300" distR="114300" simplePos="0" relativeHeight="251658239" behindDoc="1" locked="0" layoutInCell="1" allowOverlap="1" wp14:anchorId="74B85DAA" wp14:editId="74B85DAB">
          <wp:simplePos x="0" y="0"/>
          <wp:positionH relativeFrom="column">
            <wp:posOffset>1624965</wp:posOffset>
          </wp:positionH>
          <wp:positionV relativeFrom="paragraph">
            <wp:posOffset>-78105</wp:posOffset>
          </wp:positionV>
          <wp:extent cx="2771775" cy="1623477"/>
          <wp:effectExtent l="0" t="0" r="0" b="0"/>
          <wp:wrapNone/>
          <wp:docPr id="4" name="Attēls 4" descr="C:\Users\admin.VKPAI0\AppData\Local\Microsoft\Windows\INetCache\Content.Word\50_vienkarsa_vienkrasu_rgb_h_L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admin.VKPAI0\AppData\Local\Microsoft\Windows\INetCache\Content.Word\50_vienkarsa_vienkrasu_rgb_h_L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16234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B85DA0" w14:textId="77777777" w:rsidR="007D2A6E" w:rsidRDefault="007D2A6E">
    <w:pPr>
      <w:pStyle w:val="Galvene"/>
      <w:rPr>
        <w:rFonts w:ascii="Times New Roman" w:hAnsi="Times New Roman"/>
      </w:rPr>
    </w:pPr>
  </w:p>
  <w:p w14:paraId="74B85DA1" w14:textId="77777777" w:rsidR="007D2A6E" w:rsidRDefault="007D2A6E">
    <w:pPr>
      <w:pStyle w:val="Galvene"/>
      <w:rPr>
        <w:rFonts w:ascii="Times New Roman" w:hAnsi="Times New Roman"/>
      </w:rPr>
    </w:pPr>
  </w:p>
  <w:p w14:paraId="74B85DA2" w14:textId="77777777" w:rsidR="007D2A6E" w:rsidRDefault="007D2A6E">
    <w:pPr>
      <w:pStyle w:val="Galvene"/>
      <w:rPr>
        <w:rFonts w:ascii="Times New Roman" w:hAnsi="Times New Roman"/>
      </w:rPr>
    </w:pPr>
  </w:p>
  <w:p w14:paraId="74B85DA3" w14:textId="77777777" w:rsidR="007D2A6E" w:rsidRDefault="007D2A6E">
    <w:pPr>
      <w:pStyle w:val="Galvene"/>
      <w:rPr>
        <w:rFonts w:ascii="Times New Roman" w:hAnsi="Times New Roman"/>
      </w:rPr>
    </w:pPr>
  </w:p>
  <w:p w14:paraId="74B85DA4" w14:textId="77777777" w:rsidR="007D2A6E" w:rsidRDefault="007D2A6E">
    <w:pPr>
      <w:pStyle w:val="Galvene"/>
      <w:rPr>
        <w:rFonts w:ascii="Times New Roman" w:hAnsi="Times New Roman"/>
      </w:rPr>
    </w:pPr>
  </w:p>
  <w:p w14:paraId="74B85DA5" w14:textId="77777777" w:rsidR="007D2A6E" w:rsidRDefault="007D2A6E">
    <w:pPr>
      <w:pStyle w:val="Galvene"/>
      <w:rPr>
        <w:rFonts w:ascii="Times New Roman" w:hAnsi="Times New Roman"/>
      </w:rPr>
    </w:pPr>
  </w:p>
  <w:p w14:paraId="74B85DA6" w14:textId="77777777" w:rsidR="00942A6A" w:rsidRDefault="00942A6A" w:rsidP="00C12A8C">
    <w:pPr>
      <w:pStyle w:val="Galvene"/>
      <w:rPr>
        <w:rFonts w:ascii="Times New Roman" w:hAnsi="Times New Roman"/>
      </w:rPr>
    </w:pPr>
  </w:p>
  <w:p w14:paraId="74B85DA7" w14:textId="77777777" w:rsidR="007D2A6E" w:rsidRDefault="007D2A6E">
    <w:pPr>
      <w:pStyle w:val="Galvene"/>
      <w:rPr>
        <w:rFonts w:ascii="Times New Roman" w:hAnsi="Times New Roman"/>
      </w:rPr>
    </w:pPr>
  </w:p>
  <w:p w14:paraId="74B85DA8" w14:textId="77777777" w:rsidR="007D2A6E" w:rsidRDefault="008A3B20">
    <w:pPr>
      <w:pStyle w:val="Galvene"/>
      <w:rPr>
        <w:rFonts w:ascii="Times New Roman" w:hAnsi="Times New Roman"/>
      </w:rPr>
    </w:pPr>
    <w:r>
      <w:rPr>
        <w:rFonts w:ascii="Times New Roman" w:hAnsi="Times New Roman"/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4B85DAC" wp14:editId="74B85DAD">
              <wp:simplePos x="0" y="0"/>
              <wp:positionH relativeFrom="page">
                <wp:posOffset>1914525</wp:posOffset>
              </wp:positionH>
              <wp:positionV relativeFrom="page">
                <wp:posOffset>1914525</wp:posOffset>
              </wp:positionV>
              <wp:extent cx="4378960" cy="121285"/>
              <wp:effectExtent l="0" t="0" r="21590" b="0"/>
              <wp:wrapNone/>
              <wp:docPr id="1" name="Group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78960" cy="121285"/>
                        <a:chOff x="2915" y="2998"/>
                        <a:chExt cx="6926" cy="2"/>
                      </a:xfrm>
                    </wpg:grpSpPr>
                    <wps:wsp>
                      <wps:cNvPr id="2" name="Freeform 42"/>
                      <wps:cNvSpPr>
                        <a:spLocks/>
                      </wps:cNvSpPr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926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77645891" id="Group 41" o:spid="_x0000_s1026" style="position:absolute;margin-left:150.75pt;margin-top:150.75pt;width:344.8pt;height:9.55pt;z-index:-251657216;mso-position-horizontal-relative:page;mso-position-vertical-relative:page" coordorigin="2915,2998" coordsize="692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">
              <v:shape id="Freeform 42" o:spid="_x0000_s1027" style="position:absolute;left:2915;top:2998;width:6926;height:2;visibility:visible;mso-wrap-style:square;v-text-anchor:top" coordsize="69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" path="m,l6926,e" filled="f" strokecolor="#231f20" strokeweight=".25pt">
                <v:path arrowok="t" o:connecttype="custom" o:connectlocs="0,0;6926,0" o:connectangles="0,0"/>
              </v:shape>
              <w10:wrap anchorx="page" anchory="page"/>
            </v:group>
          </w:pict>
        </mc:Fallback>
      </mc:AlternateContent>
    </w:r>
    <w:r>
      <w:rPr>
        <w:rFonts w:ascii="Times New Roman" w:hAnsi="Times New Roman"/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4B85DAE" wp14:editId="74B85DAF">
              <wp:simplePos x="0" y="0"/>
              <wp:positionH relativeFrom="page">
                <wp:posOffset>1171575</wp:posOffset>
              </wp:positionH>
              <wp:positionV relativeFrom="page">
                <wp:posOffset>1954530</wp:posOffset>
              </wp:positionV>
              <wp:extent cx="5838825" cy="314325"/>
              <wp:effectExtent l="0" t="0" r="9525" b="9525"/>
              <wp:wrapNone/>
              <wp:docPr id="3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B85DB0" w14:textId="77777777" w:rsidR="007D2A6E" w:rsidRDefault="007D2A6E" w:rsidP="007D2A6E">
                          <w:pPr>
                            <w:spacing w:after="0" w:line="194" w:lineRule="exact"/>
                            <w:ind w:left="20" w:right="-45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 w:rsidRPr="004D06F2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Mazā Pils iela 19, Rīga, LV - 1050, tālr. 67229272, e-pasts </w:t>
                          </w:r>
                          <w:r w:rsidR="008A3B20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pasts</w:t>
                          </w:r>
                          <w:r w:rsidRPr="004D06F2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@mantojums.lv, www.mantojums.lv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26" type="#_x0000_t202" style="position:absolute;margin-left:92.25pt;margin-top:153.9pt;width:459.75pt;height:2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" filled="f" stroked="f">
              <v:textbox inset="0,0,0,0">
                <w:txbxContent>
                  <w:p w14:paraId="74B85DB0" w14:textId="77777777" w:rsidR="007D2A6E" w:rsidRDefault="007D2A6E" w:rsidP="007D2A6E">
                    <w:pPr>
                      <w:spacing w:after="0" w:line="194" w:lineRule="exact"/>
                      <w:ind w:left="20" w:right="-45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 w:rsidRPr="004D06F2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Mazā Pils iela 19, Rīga, LV - 1050, tālr. 67229272, e-pasts </w:t>
                    </w:r>
                    <w:r w:rsidR="008A3B20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pasts</w:t>
                    </w:r>
                    <w:r w:rsidRPr="004D06F2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@mantojums.lv, www.mantojums.lv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4B85DA9" w14:textId="77777777" w:rsidR="007D2A6E" w:rsidRPr="007D2A6E" w:rsidRDefault="007D2A6E">
    <w:pPr>
      <w:pStyle w:val="Galvene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8A2284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F06DFA"/>
    <w:multiLevelType w:val="multilevel"/>
    <w:tmpl w:val="87345B96"/>
    <w:lvl w:ilvl="0">
      <w:start w:val="7"/>
      <w:numFmt w:val="decimal"/>
      <w:lvlText w:val="%1."/>
      <w:lvlJc w:val="left"/>
      <w:pPr>
        <w:ind w:left="360" w:hanging="360"/>
      </w:pPr>
      <w:rPr>
        <w:rFonts w:eastAsia="Times New Roman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12">
    <w:nsid w:val="0FDA5154"/>
    <w:multiLevelType w:val="hybridMultilevel"/>
    <w:tmpl w:val="7ED8BA58"/>
    <w:lvl w:ilvl="0" w:tplc="4E9E782E">
      <w:start w:val="1"/>
      <w:numFmt w:val="decimal"/>
      <w:lvlText w:val="7.%1."/>
      <w:lvlJc w:val="left"/>
      <w:pPr>
        <w:ind w:left="1287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D10F8"/>
    <w:multiLevelType w:val="hybridMultilevel"/>
    <w:tmpl w:val="A094C624"/>
    <w:lvl w:ilvl="0" w:tplc="CC8A5E88">
      <w:start w:val="1"/>
      <w:numFmt w:val="decimal"/>
      <w:lvlText w:val="6.%1."/>
      <w:lvlJc w:val="left"/>
      <w:pPr>
        <w:ind w:left="502" w:hanging="360"/>
      </w:pPr>
      <w:rPr>
        <w:b w:val="0"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649B4"/>
    <w:multiLevelType w:val="hybridMultilevel"/>
    <w:tmpl w:val="A32E971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3954A24"/>
    <w:multiLevelType w:val="multilevel"/>
    <w:tmpl w:val="3294DA0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5EF00C0"/>
    <w:multiLevelType w:val="hybridMultilevel"/>
    <w:tmpl w:val="0AFEEBE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70473F1"/>
    <w:multiLevelType w:val="hybridMultilevel"/>
    <w:tmpl w:val="C916D1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A66269"/>
    <w:multiLevelType w:val="hybridMultilevel"/>
    <w:tmpl w:val="17DEE44A"/>
    <w:lvl w:ilvl="0" w:tplc="2530F1E2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3A2B15"/>
    <w:multiLevelType w:val="hybridMultilevel"/>
    <w:tmpl w:val="991C43BA"/>
    <w:lvl w:ilvl="0" w:tplc="56AC5B72">
      <w:start w:val="8"/>
      <w:numFmt w:val="decimal"/>
      <w:lvlText w:val="%1."/>
      <w:lvlJc w:val="left"/>
      <w:pPr>
        <w:ind w:left="927" w:hanging="360"/>
      </w:pPr>
    </w:lvl>
    <w:lvl w:ilvl="1" w:tplc="04260019">
      <w:start w:val="1"/>
      <w:numFmt w:val="lowerLetter"/>
      <w:lvlText w:val="%2."/>
      <w:lvlJc w:val="left"/>
      <w:pPr>
        <w:ind w:left="1647" w:hanging="360"/>
      </w:pPr>
    </w:lvl>
    <w:lvl w:ilvl="2" w:tplc="0426001B">
      <w:start w:val="1"/>
      <w:numFmt w:val="lowerRoman"/>
      <w:lvlText w:val="%3."/>
      <w:lvlJc w:val="right"/>
      <w:pPr>
        <w:ind w:left="2367" w:hanging="180"/>
      </w:pPr>
    </w:lvl>
    <w:lvl w:ilvl="3" w:tplc="0426000F">
      <w:start w:val="1"/>
      <w:numFmt w:val="decimal"/>
      <w:lvlText w:val="%4."/>
      <w:lvlJc w:val="left"/>
      <w:pPr>
        <w:ind w:left="3087" w:hanging="360"/>
      </w:pPr>
    </w:lvl>
    <w:lvl w:ilvl="4" w:tplc="04260019">
      <w:start w:val="1"/>
      <w:numFmt w:val="lowerLetter"/>
      <w:lvlText w:val="%5."/>
      <w:lvlJc w:val="left"/>
      <w:pPr>
        <w:ind w:left="3807" w:hanging="360"/>
      </w:pPr>
    </w:lvl>
    <w:lvl w:ilvl="5" w:tplc="0426001B">
      <w:start w:val="1"/>
      <w:numFmt w:val="lowerRoman"/>
      <w:lvlText w:val="%6."/>
      <w:lvlJc w:val="right"/>
      <w:pPr>
        <w:ind w:left="4527" w:hanging="180"/>
      </w:pPr>
    </w:lvl>
    <w:lvl w:ilvl="6" w:tplc="0426000F">
      <w:start w:val="1"/>
      <w:numFmt w:val="decimal"/>
      <w:lvlText w:val="%7."/>
      <w:lvlJc w:val="left"/>
      <w:pPr>
        <w:ind w:left="5247" w:hanging="360"/>
      </w:pPr>
    </w:lvl>
    <w:lvl w:ilvl="7" w:tplc="04260019">
      <w:start w:val="1"/>
      <w:numFmt w:val="lowerLetter"/>
      <w:lvlText w:val="%8."/>
      <w:lvlJc w:val="left"/>
      <w:pPr>
        <w:ind w:left="5967" w:hanging="360"/>
      </w:pPr>
    </w:lvl>
    <w:lvl w:ilvl="8" w:tplc="0426001B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63F440F"/>
    <w:multiLevelType w:val="multilevel"/>
    <w:tmpl w:val="5D90BD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1">
    <w:nsid w:val="3A7973F2"/>
    <w:multiLevelType w:val="hybridMultilevel"/>
    <w:tmpl w:val="D2BE84A0"/>
    <w:lvl w:ilvl="0" w:tplc="4746CD34">
      <w:start w:val="1"/>
      <w:numFmt w:val="decimal"/>
      <w:lvlText w:val="4.%1."/>
      <w:lvlJc w:val="left"/>
      <w:pPr>
        <w:ind w:left="157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291" w:hanging="360"/>
      </w:pPr>
    </w:lvl>
    <w:lvl w:ilvl="2" w:tplc="0426001B" w:tentative="1">
      <w:start w:val="1"/>
      <w:numFmt w:val="lowerRoman"/>
      <w:lvlText w:val="%3."/>
      <w:lvlJc w:val="right"/>
      <w:pPr>
        <w:ind w:left="3011" w:hanging="180"/>
      </w:pPr>
    </w:lvl>
    <w:lvl w:ilvl="3" w:tplc="0426000F" w:tentative="1">
      <w:start w:val="1"/>
      <w:numFmt w:val="decimal"/>
      <w:lvlText w:val="%4."/>
      <w:lvlJc w:val="left"/>
      <w:pPr>
        <w:ind w:left="3731" w:hanging="360"/>
      </w:pPr>
    </w:lvl>
    <w:lvl w:ilvl="4" w:tplc="04260019" w:tentative="1">
      <w:start w:val="1"/>
      <w:numFmt w:val="lowerLetter"/>
      <w:lvlText w:val="%5."/>
      <w:lvlJc w:val="left"/>
      <w:pPr>
        <w:ind w:left="4451" w:hanging="360"/>
      </w:pPr>
    </w:lvl>
    <w:lvl w:ilvl="5" w:tplc="0426001B" w:tentative="1">
      <w:start w:val="1"/>
      <w:numFmt w:val="lowerRoman"/>
      <w:lvlText w:val="%6."/>
      <w:lvlJc w:val="right"/>
      <w:pPr>
        <w:ind w:left="5171" w:hanging="180"/>
      </w:pPr>
    </w:lvl>
    <w:lvl w:ilvl="6" w:tplc="0426000F" w:tentative="1">
      <w:start w:val="1"/>
      <w:numFmt w:val="decimal"/>
      <w:lvlText w:val="%7."/>
      <w:lvlJc w:val="left"/>
      <w:pPr>
        <w:ind w:left="5891" w:hanging="360"/>
      </w:pPr>
    </w:lvl>
    <w:lvl w:ilvl="7" w:tplc="04260019" w:tentative="1">
      <w:start w:val="1"/>
      <w:numFmt w:val="lowerLetter"/>
      <w:lvlText w:val="%8."/>
      <w:lvlJc w:val="left"/>
      <w:pPr>
        <w:ind w:left="6611" w:hanging="360"/>
      </w:pPr>
    </w:lvl>
    <w:lvl w:ilvl="8" w:tplc="042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3B7F456D"/>
    <w:multiLevelType w:val="hybridMultilevel"/>
    <w:tmpl w:val="CA3277BA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96634B"/>
    <w:multiLevelType w:val="multilevel"/>
    <w:tmpl w:val="1466DBA0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>
    <w:nsid w:val="4A626267"/>
    <w:multiLevelType w:val="multilevel"/>
    <w:tmpl w:val="8C122A22"/>
    <w:lvl w:ilvl="0">
      <w:start w:val="4"/>
      <w:numFmt w:val="decimal"/>
      <w:lvlText w:val="%1."/>
      <w:lvlJc w:val="left"/>
      <w:pPr>
        <w:ind w:left="540" w:hanging="540"/>
      </w:pPr>
      <w:rPr>
        <w:color w:val="auto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color w:val="auto"/>
      </w:rPr>
    </w:lvl>
  </w:abstractNum>
  <w:abstractNum w:abstractNumId="25">
    <w:nsid w:val="4E2359AC"/>
    <w:multiLevelType w:val="multilevel"/>
    <w:tmpl w:val="C980AAD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6">
    <w:nsid w:val="51296363"/>
    <w:multiLevelType w:val="hybridMultilevel"/>
    <w:tmpl w:val="3216EC2C"/>
    <w:lvl w:ilvl="0" w:tplc="34A86D82">
      <w:start w:val="1"/>
      <w:numFmt w:val="decimal"/>
      <w:lvlText w:val="6.2.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35F6F"/>
    <w:multiLevelType w:val="hybridMultilevel"/>
    <w:tmpl w:val="E396B514"/>
    <w:lvl w:ilvl="0" w:tplc="35E01FDA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2DB4C92A">
      <w:start w:val="1"/>
      <w:numFmt w:val="decimal"/>
      <w:lvlText w:val="5.%2.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260F2"/>
    <w:multiLevelType w:val="multilevel"/>
    <w:tmpl w:val="576408F2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8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b w:val="0"/>
      </w:rPr>
    </w:lvl>
  </w:abstractNum>
  <w:abstractNum w:abstractNumId="29">
    <w:nsid w:val="66534284"/>
    <w:multiLevelType w:val="hybridMultilevel"/>
    <w:tmpl w:val="24FADA3C"/>
    <w:lvl w:ilvl="0" w:tplc="35E01FDA">
      <w:start w:val="1"/>
      <w:numFmt w:val="decimal"/>
      <w:lvlText w:val="5.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411FC"/>
    <w:multiLevelType w:val="hybridMultilevel"/>
    <w:tmpl w:val="586A57E0"/>
    <w:lvl w:ilvl="0" w:tplc="0426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E7947"/>
    <w:multiLevelType w:val="hybridMultilevel"/>
    <w:tmpl w:val="CC4E4BA0"/>
    <w:lvl w:ilvl="0" w:tplc="0426000F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222" w:hanging="360"/>
      </w:pPr>
    </w:lvl>
    <w:lvl w:ilvl="2" w:tplc="0426001B" w:tentative="1">
      <w:start w:val="1"/>
      <w:numFmt w:val="lowerRoman"/>
      <w:lvlText w:val="%3."/>
      <w:lvlJc w:val="right"/>
      <w:pPr>
        <w:ind w:left="1942" w:hanging="180"/>
      </w:pPr>
    </w:lvl>
    <w:lvl w:ilvl="3" w:tplc="0426000F" w:tentative="1">
      <w:start w:val="1"/>
      <w:numFmt w:val="decimal"/>
      <w:lvlText w:val="%4."/>
      <w:lvlJc w:val="left"/>
      <w:pPr>
        <w:ind w:left="2662" w:hanging="360"/>
      </w:pPr>
    </w:lvl>
    <w:lvl w:ilvl="4" w:tplc="04260019" w:tentative="1">
      <w:start w:val="1"/>
      <w:numFmt w:val="lowerLetter"/>
      <w:lvlText w:val="%5."/>
      <w:lvlJc w:val="left"/>
      <w:pPr>
        <w:ind w:left="3382" w:hanging="360"/>
      </w:pPr>
    </w:lvl>
    <w:lvl w:ilvl="5" w:tplc="0426001B" w:tentative="1">
      <w:start w:val="1"/>
      <w:numFmt w:val="lowerRoman"/>
      <w:lvlText w:val="%6."/>
      <w:lvlJc w:val="right"/>
      <w:pPr>
        <w:ind w:left="4102" w:hanging="180"/>
      </w:pPr>
    </w:lvl>
    <w:lvl w:ilvl="6" w:tplc="0426000F" w:tentative="1">
      <w:start w:val="1"/>
      <w:numFmt w:val="decimal"/>
      <w:lvlText w:val="%7."/>
      <w:lvlJc w:val="left"/>
      <w:pPr>
        <w:ind w:left="4822" w:hanging="360"/>
      </w:pPr>
    </w:lvl>
    <w:lvl w:ilvl="7" w:tplc="04260019" w:tentative="1">
      <w:start w:val="1"/>
      <w:numFmt w:val="lowerLetter"/>
      <w:lvlText w:val="%8."/>
      <w:lvlJc w:val="left"/>
      <w:pPr>
        <w:ind w:left="5542" w:hanging="360"/>
      </w:pPr>
    </w:lvl>
    <w:lvl w:ilvl="8" w:tplc="0426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1"/>
  </w:num>
  <w:num w:numId="20">
    <w:abstractNumId w:val="25"/>
  </w:num>
  <w:num w:numId="21">
    <w:abstractNumId w:val="15"/>
  </w:num>
  <w:num w:numId="22">
    <w:abstractNumId w:val="27"/>
  </w:num>
  <w:num w:numId="23">
    <w:abstractNumId w:val="22"/>
  </w:num>
  <w:num w:numId="24">
    <w:abstractNumId w:val="30"/>
  </w:num>
  <w:num w:numId="25">
    <w:abstractNumId w:val="26"/>
  </w:num>
  <w:num w:numId="26">
    <w:abstractNumId w:val="31"/>
  </w:num>
  <w:num w:numId="27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4"/>
  </w:num>
  <w:num w:numId="30">
    <w:abstractNumId w:val="16"/>
  </w:num>
  <w:num w:numId="31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74E"/>
    <w:rsid w:val="00001C12"/>
    <w:rsid w:val="00006384"/>
    <w:rsid w:val="00014380"/>
    <w:rsid w:val="0001634D"/>
    <w:rsid w:val="00023B1B"/>
    <w:rsid w:val="00030349"/>
    <w:rsid w:val="000454AE"/>
    <w:rsid w:val="00045665"/>
    <w:rsid w:val="00045825"/>
    <w:rsid w:val="00045D6D"/>
    <w:rsid w:val="00051900"/>
    <w:rsid w:val="000673A6"/>
    <w:rsid w:val="00072B03"/>
    <w:rsid w:val="000818B6"/>
    <w:rsid w:val="00085A05"/>
    <w:rsid w:val="00090AC9"/>
    <w:rsid w:val="000A6C74"/>
    <w:rsid w:val="000D60FF"/>
    <w:rsid w:val="000E0632"/>
    <w:rsid w:val="000F42D9"/>
    <w:rsid w:val="00101570"/>
    <w:rsid w:val="00103A97"/>
    <w:rsid w:val="00124173"/>
    <w:rsid w:val="0014542F"/>
    <w:rsid w:val="00174FD9"/>
    <w:rsid w:val="001908F7"/>
    <w:rsid w:val="0019136C"/>
    <w:rsid w:val="001950F5"/>
    <w:rsid w:val="00196465"/>
    <w:rsid w:val="0019793E"/>
    <w:rsid w:val="001A4358"/>
    <w:rsid w:val="001A5276"/>
    <w:rsid w:val="001A5FD5"/>
    <w:rsid w:val="001D0B29"/>
    <w:rsid w:val="001E7D23"/>
    <w:rsid w:val="001F1C4F"/>
    <w:rsid w:val="00207FDA"/>
    <w:rsid w:val="002109E8"/>
    <w:rsid w:val="00221997"/>
    <w:rsid w:val="002266BF"/>
    <w:rsid w:val="0024049D"/>
    <w:rsid w:val="002448B0"/>
    <w:rsid w:val="00252546"/>
    <w:rsid w:val="00253D78"/>
    <w:rsid w:val="002601F2"/>
    <w:rsid w:val="00275B9E"/>
    <w:rsid w:val="00280887"/>
    <w:rsid w:val="002848BB"/>
    <w:rsid w:val="00284F54"/>
    <w:rsid w:val="00291F28"/>
    <w:rsid w:val="00292541"/>
    <w:rsid w:val="00293272"/>
    <w:rsid w:val="00293C98"/>
    <w:rsid w:val="002C7C88"/>
    <w:rsid w:val="002D1C60"/>
    <w:rsid w:val="002D40A1"/>
    <w:rsid w:val="002E1474"/>
    <w:rsid w:val="002F2D79"/>
    <w:rsid w:val="002F71A8"/>
    <w:rsid w:val="0030684F"/>
    <w:rsid w:val="00306E9E"/>
    <w:rsid w:val="0031750C"/>
    <w:rsid w:val="00321B64"/>
    <w:rsid w:val="00322464"/>
    <w:rsid w:val="00327B3C"/>
    <w:rsid w:val="003317D9"/>
    <w:rsid w:val="00343891"/>
    <w:rsid w:val="00354308"/>
    <w:rsid w:val="003550F2"/>
    <w:rsid w:val="00357BB7"/>
    <w:rsid w:val="0036733D"/>
    <w:rsid w:val="003769D2"/>
    <w:rsid w:val="00381F27"/>
    <w:rsid w:val="00397A38"/>
    <w:rsid w:val="003C173D"/>
    <w:rsid w:val="003C6866"/>
    <w:rsid w:val="003D5C20"/>
    <w:rsid w:val="003E50D8"/>
    <w:rsid w:val="003F02A4"/>
    <w:rsid w:val="00415E27"/>
    <w:rsid w:val="004226D5"/>
    <w:rsid w:val="004342B5"/>
    <w:rsid w:val="00435FCB"/>
    <w:rsid w:val="00440285"/>
    <w:rsid w:val="00440EF5"/>
    <w:rsid w:val="00457BED"/>
    <w:rsid w:val="0048668A"/>
    <w:rsid w:val="00492FDE"/>
    <w:rsid w:val="004A1F88"/>
    <w:rsid w:val="004A3AF8"/>
    <w:rsid w:val="004B2AB5"/>
    <w:rsid w:val="004C662F"/>
    <w:rsid w:val="004D054E"/>
    <w:rsid w:val="004D06F2"/>
    <w:rsid w:val="004E1E1D"/>
    <w:rsid w:val="004E2102"/>
    <w:rsid w:val="004E2B0E"/>
    <w:rsid w:val="004E2E6E"/>
    <w:rsid w:val="004E4661"/>
    <w:rsid w:val="004F13AD"/>
    <w:rsid w:val="004F53F1"/>
    <w:rsid w:val="005058AF"/>
    <w:rsid w:val="00506CAE"/>
    <w:rsid w:val="00514F83"/>
    <w:rsid w:val="00515CB2"/>
    <w:rsid w:val="005254C3"/>
    <w:rsid w:val="00535564"/>
    <w:rsid w:val="005475BF"/>
    <w:rsid w:val="00547AAF"/>
    <w:rsid w:val="005513F0"/>
    <w:rsid w:val="00555D0F"/>
    <w:rsid w:val="005572DD"/>
    <w:rsid w:val="005653D3"/>
    <w:rsid w:val="00566B32"/>
    <w:rsid w:val="00572774"/>
    <w:rsid w:val="0059545C"/>
    <w:rsid w:val="005A373B"/>
    <w:rsid w:val="005B0216"/>
    <w:rsid w:val="005D3148"/>
    <w:rsid w:val="005D5307"/>
    <w:rsid w:val="005E5562"/>
    <w:rsid w:val="005F21E6"/>
    <w:rsid w:val="00605893"/>
    <w:rsid w:val="0061567C"/>
    <w:rsid w:val="006166F2"/>
    <w:rsid w:val="00633E27"/>
    <w:rsid w:val="006341D0"/>
    <w:rsid w:val="00635245"/>
    <w:rsid w:val="0064403B"/>
    <w:rsid w:val="0064446E"/>
    <w:rsid w:val="006454D2"/>
    <w:rsid w:val="00651C52"/>
    <w:rsid w:val="006622D5"/>
    <w:rsid w:val="00663C3A"/>
    <w:rsid w:val="00670319"/>
    <w:rsid w:val="00673185"/>
    <w:rsid w:val="00685C0B"/>
    <w:rsid w:val="00692C90"/>
    <w:rsid w:val="006963C9"/>
    <w:rsid w:val="006A03A2"/>
    <w:rsid w:val="006A19C5"/>
    <w:rsid w:val="006A7C6B"/>
    <w:rsid w:val="006C174E"/>
    <w:rsid w:val="006D090A"/>
    <w:rsid w:val="006D0A17"/>
    <w:rsid w:val="006E0A6A"/>
    <w:rsid w:val="006E54F4"/>
    <w:rsid w:val="006F105F"/>
    <w:rsid w:val="00704F47"/>
    <w:rsid w:val="007051F8"/>
    <w:rsid w:val="0071158C"/>
    <w:rsid w:val="00713177"/>
    <w:rsid w:val="0071447D"/>
    <w:rsid w:val="007468E7"/>
    <w:rsid w:val="00755CC8"/>
    <w:rsid w:val="00762AFE"/>
    <w:rsid w:val="00764EAD"/>
    <w:rsid w:val="0078092E"/>
    <w:rsid w:val="0079074A"/>
    <w:rsid w:val="00797771"/>
    <w:rsid w:val="007B3B52"/>
    <w:rsid w:val="007B3BA5"/>
    <w:rsid w:val="007B4430"/>
    <w:rsid w:val="007B6152"/>
    <w:rsid w:val="007D2A6E"/>
    <w:rsid w:val="007E4D1F"/>
    <w:rsid w:val="007F03A3"/>
    <w:rsid w:val="007F6B2F"/>
    <w:rsid w:val="00810AF5"/>
    <w:rsid w:val="00815277"/>
    <w:rsid w:val="00820284"/>
    <w:rsid w:val="008230C7"/>
    <w:rsid w:val="00830E93"/>
    <w:rsid w:val="00843B5A"/>
    <w:rsid w:val="00850392"/>
    <w:rsid w:val="00850D9D"/>
    <w:rsid w:val="0085268E"/>
    <w:rsid w:val="0085547E"/>
    <w:rsid w:val="008742E7"/>
    <w:rsid w:val="00876C21"/>
    <w:rsid w:val="008774D7"/>
    <w:rsid w:val="00881D2C"/>
    <w:rsid w:val="0088565B"/>
    <w:rsid w:val="0088632D"/>
    <w:rsid w:val="00894051"/>
    <w:rsid w:val="00896C9E"/>
    <w:rsid w:val="00897D59"/>
    <w:rsid w:val="008A3B20"/>
    <w:rsid w:val="008B7A17"/>
    <w:rsid w:val="008C3B1F"/>
    <w:rsid w:val="008D7D46"/>
    <w:rsid w:val="008E33E6"/>
    <w:rsid w:val="008F7AA3"/>
    <w:rsid w:val="00903BD2"/>
    <w:rsid w:val="009076D7"/>
    <w:rsid w:val="00913F85"/>
    <w:rsid w:val="00922D48"/>
    <w:rsid w:val="00927F8D"/>
    <w:rsid w:val="00935A5C"/>
    <w:rsid w:val="00937DAE"/>
    <w:rsid w:val="00942A6A"/>
    <w:rsid w:val="00945507"/>
    <w:rsid w:val="009512FD"/>
    <w:rsid w:val="00956279"/>
    <w:rsid w:val="00956FBA"/>
    <w:rsid w:val="00960C5E"/>
    <w:rsid w:val="00970E8A"/>
    <w:rsid w:val="009756CD"/>
    <w:rsid w:val="0098187A"/>
    <w:rsid w:val="00982757"/>
    <w:rsid w:val="00984745"/>
    <w:rsid w:val="009853A9"/>
    <w:rsid w:val="009938BC"/>
    <w:rsid w:val="00996310"/>
    <w:rsid w:val="009979DB"/>
    <w:rsid w:val="009A707A"/>
    <w:rsid w:val="009C0544"/>
    <w:rsid w:val="009C2FFF"/>
    <w:rsid w:val="009E02D6"/>
    <w:rsid w:val="009E69D6"/>
    <w:rsid w:val="009F54D9"/>
    <w:rsid w:val="00A1363F"/>
    <w:rsid w:val="00A17F23"/>
    <w:rsid w:val="00A232CF"/>
    <w:rsid w:val="00A272C2"/>
    <w:rsid w:val="00A36962"/>
    <w:rsid w:val="00A42BB9"/>
    <w:rsid w:val="00A51008"/>
    <w:rsid w:val="00A638C2"/>
    <w:rsid w:val="00A744BC"/>
    <w:rsid w:val="00A91147"/>
    <w:rsid w:val="00A95BEA"/>
    <w:rsid w:val="00AA1497"/>
    <w:rsid w:val="00AB3549"/>
    <w:rsid w:val="00AB6700"/>
    <w:rsid w:val="00AC0DB3"/>
    <w:rsid w:val="00AD012E"/>
    <w:rsid w:val="00AE001A"/>
    <w:rsid w:val="00AF0854"/>
    <w:rsid w:val="00B01977"/>
    <w:rsid w:val="00B121B0"/>
    <w:rsid w:val="00B12C26"/>
    <w:rsid w:val="00B2142C"/>
    <w:rsid w:val="00B36CBE"/>
    <w:rsid w:val="00B47AA6"/>
    <w:rsid w:val="00B63D57"/>
    <w:rsid w:val="00B70757"/>
    <w:rsid w:val="00B719D4"/>
    <w:rsid w:val="00B85467"/>
    <w:rsid w:val="00B91B75"/>
    <w:rsid w:val="00B964AF"/>
    <w:rsid w:val="00BA40EB"/>
    <w:rsid w:val="00BB6A14"/>
    <w:rsid w:val="00BC064E"/>
    <w:rsid w:val="00BD038F"/>
    <w:rsid w:val="00BD4452"/>
    <w:rsid w:val="00BE038A"/>
    <w:rsid w:val="00C12A8C"/>
    <w:rsid w:val="00C13F86"/>
    <w:rsid w:val="00C1430E"/>
    <w:rsid w:val="00C44DCE"/>
    <w:rsid w:val="00C47F57"/>
    <w:rsid w:val="00C53E47"/>
    <w:rsid w:val="00C5420C"/>
    <w:rsid w:val="00C569F3"/>
    <w:rsid w:val="00C60FA7"/>
    <w:rsid w:val="00C66FCE"/>
    <w:rsid w:val="00CD60C5"/>
    <w:rsid w:val="00CF2164"/>
    <w:rsid w:val="00CF5205"/>
    <w:rsid w:val="00CF73CE"/>
    <w:rsid w:val="00D06877"/>
    <w:rsid w:val="00D107C8"/>
    <w:rsid w:val="00D11B1F"/>
    <w:rsid w:val="00D137E1"/>
    <w:rsid w:val="00D16C6B"/>
    <w:rsid w:val="00D21FA6"/>
    <w:rsid w:val="00D37345"/>
    <w:rsid w:val="00D4292B"/>
    <w:rsid w:val="00D514AC"/>
    <w:rsid w:val="00D516FA"/>
    <w:rsid w:val="00D5435C"/>
    <w:rsid w:val="00D5528C"/>
    <w:rsid w:val="00D60779"/>
    <w:rsid w:val="00D7004F"/>
    <w:rsid w:val="00D728A4"/>
    <w:rsid w:val="00D7354E"/>
    <w:rsid w:val="00D75740"/>
    <w:rsid w:val="00D8167E"/>
    <w:rsid w:val="00D81B47"/>
    <w:rsid w:val="00D85CE9"/>
    <w:rsid w:val="00D930F2"/>
    <w:rsid w:val="00D943C7"/>
    <w:rsid w:val="00D9574A"/>
    <w:rsid w:val="00DA5C6D"/>
    <w:rsid w:val="00DB7BFA"/>
    <w:rsid w:val="00DC06F6"/>
    <w:rsid w:val="00DC4DAB"/>
    <w:rsid w:val="00DC63FB"/>
    <w:rsid w:val="00DD270E"/>
    <w:rsid w:val="00DF0284"/>
    <w:rsid w:val="00DF7E3F"/>
    <w:rsid w:val="00E16CEC"/>
    <w:rsid w:val="00E218D7"/>
    <w:rsid w:val="00E31AA8"/>
    <w:rsid w:val="00E3593B"/>
    <w:rsid w:val="00E365CE"/>
    <w:rsid w:val="00E419A3"/>
    <w:rsid w:val="00E41BE4"/>
    <w:rsid w:val="00E46DBB"/>
    <w:rsid w:val="00E634E6"/>
    <w:rsid w:val="00E7353C"/>
    <w:rsid w:val="00E81B96"/>
    <w:rsid w:val="00E82D61"/>
    <w:rsid w:val="00EA057D"/>
    <w:rsid w:val="00EA3555"/>
    <w:rsid w:val="00ED201D"/>
    <w:rsid w:val="00EE0C5A"/>
    <w:rsid w:val="00EE632E"/>
    <w:rsid w:val="00EF10DC"/>
    <w:rsid w:val="00EF6F94"/>
    <w:rsid w:val="00F1319D"/>
    <w:rsid w:val="00F146B6"/>
    <w:rsid w:val="00F36527"/>
    <w:rsid w:val="00F40E6B"/>
    <w:rsid w:val="00F5317D"/>
    <w:rsid w:val="00F60A6D"/>
    <w:rsid w:val="00F7257F"/>
    <w:rsid w:val="00F72C49"/>
    <w:rsid w:val="00F92844"/>
    <w:rsid w:val="00F92FC1"/>
    <w:rsid w:val="00F972DE"/>
    <w:rsid w:val="00F97F3E"/>
    <w:rsid w:val="00FB35DD"/>
    <w:rsid w:val="00FB4EC7"/>
    <w:rsid w:val="00FC24F5"/>
    <w:rsid w:val="00FC2D9A"/>
    <w:rsid w:val="00FC7D85"/>
    <w:rsid w:val="00FD66D2"/>
    <w:rsid w:val="00FE147D"/>
    <w:rsid w:val="00FE4810"/>
    <w:rsid w:val="00FF12D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B85D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514F83"/>
    <w:pPr>
      <w:keepNext/>
      <w:widowControl/>
      <w:spacing w:after="0"/>
      <w:jc w:val="right"/>
      <w:outlineLvl w:val="0"/>
    </w:pPr>
    <w:rPr>
      <w:rFonts w:ascii="Times New Roman" w:eastAsia="Times New Roman" w:hAnsi="Times New Roman"/>
      <w:sz w:val="28"/>
      <w:szCs w:val="28"/>
      <w:lang w:val="x-none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CF5205"/>
    <w:pPr>
      <w:keepNext/>
      <w:widowControl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rsid w:val="00815277"/>
  </w:style>
  <w:style w:type="paragraph" w:styleId="Kjene">
    <w:name w:val="footer"/>
    <w:basedOn w:val="Parasts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ipersaite">
    <w:name w:val="Hyperlink"/>
    <w:uiPriority w:val="99"/>
    <w:unhideWhenUsed/>
    <w:rsid w:val="00D21FA6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Vienkrsteksts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030349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rsid w:val="00514F83"/>
    <w:rPr>
      <w:rFonts w:ascii="Times New Roman" w:eastAsia="Times New Roman" w:hAnsi="Times New Roman"/>
      <w:sz w:val="28"/>
      <w:szCs w:val="28"/>
      <w:lang w:val="x-none" w:eastAsia="en-US"/>
    </w:rPr>
  </w:style>
  <w:style w:type="paragraph" w:styleId="Pamatteksts">
    <w:name w:val="Body Text"/>
    <w:basedOn w:val="Parasts"/>
    <w:link w:val="PamattekstsRakstz"/>
    <w:unhideWhenUsed/>
    <w:rsid w:val="00514F8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514F83"/>
    <w:rPr>
      <w:rFonts w:ascii="Times New Roman" w:eastAsia="Times New Roman" w:hAnsi="Times New Roman"/>
      <w:sz w:val="24"/>
      <w:lang w:val="x-none" w:eastAsia="x-none"/>
    </w:rPr>
  </w:style>
  <w:style w:type="paragraph" w:styleId="Sarakstarindkopa">
    <w:name w:val="List Paragraph"/>
    <w:basedOn w:val="Parasts"/>
    <w:uiPriority w:val="34"/>
    <w:qFormat/>
    <w:rsid w:val="00D943C7"/>
    <w:pPr>
      <w:ind w:left="720"/>
      <w:contextualSpacing/>
    </w:pPr>
  </w:style>
  <w:style w:type="paragraph" w:styleId="Bezatstarpm">
    <w:name w:val="No Spacing"/>
    <w:link w:val="BezatstarpmRakstz"/>
    <w:uiPriority w:val="1"/>
    <w:qFormat/>
    <w:rsid w:val="00F972DE"/>
    <w:pPr>
      <w:widowControl w:val="0"/>
    </w:pPr>
    <w:rPr>
      <w:sz w:val="22"/>
      <w:szCs w:val="22"/>
      <w:lang w:val="en-US" w:eastAsia="en-US"/>
    </w:rPr>
  </w:style>
  <w:style w:type="character" w:customStyle="1" w:styleId="apple-converted-space">
    <w:name w:val="apple-converted-space"/>
    <w:rsid w:val="00F972DE"/>
  </w:style>
  <w:style w:type="paragraph" w:styleId="Pamattekstsaratkpi">
    <w:name w:val="Body Text Indent"/>
    <w:basedOn w:val="Parasts"/>
    <w:link w:val="PamattekstsaratkpiRakstz"/>
    <w:uiPriority w:val="99"/>
    <w:unhideWhenUsed/>
    <w:rsid w:val="00F72C49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rsid w:val="00F72C49"/>
    <w:rPr>
      <w:sz w:val="22"/>
      <w:szCs w:val="22"/>
      <w:lang w:val="en-US" w:eastAsia="en-US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CF5205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tv213">
    <w:name w:val="tv213"/>
    <w:basedOn w:val="Parasts"/>
    <w:rsid w:val="00090A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BezatstarpmRakstz">
    <w:name w:val="Bez atstarpēm Rakstz."/>
    <w:link w:val="Bezatstarpm"/>
    <w:uiPriority w:val="1"/>
    <w:rsid w:val="001A5276"/>
    <w:rPr>
      <w:sz w:val="22"/>
      <w:szCs w:val="22"/>
      <w:lang w:val="en-US" w:eastAsia="en-US"/>
    </w:rPr>
  </w:style>
  <w:style w:type="character" w:styleId="Izclums">
    <w:name w:val="Emphasis"/>
    <w:basedOn w:val="Noklusjumarindkopasfonts"/>
    <w:uiPriority w:val="20"/>
    <w:qFormat/>
    <w:rsid w:val="00C53E4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arasts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514F83"/>
    <w:pPr>
      <w:keepNext/>
      <w:widowControl/>
      <w:spacing w:after="0"/>
      <w:jc w:val="right"/>
      <w:outlineLvl w:val="0"/>
    </w:pPr>
    <w:rPr>
      <w:rFonts w:ascii="Times New Roman" w:eastAsia="Times New Roman" w:hAnsi="Times New Roman"/>
      <w:sz w:val="28"/>
      <w:szCs w:val="28"/>
      <w:lang w:val="x-none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CF5205"/>
    <w:pPr>
      <w:keepNext/>
      <w:widowControl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rsid w:val="00815277"/>
  </w:style>
  <w:style w:type="paragraph" w:styleId="Kjene">
    <w:name w:val="footer"/>
    <w:basedOn w:val="Parasts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ipersaite">
    <w:name w:val="Hyperlink"/>
    <w:uiPriority w:val="99"/>
    <w:unhideWhenUsed/>
    <w:rsid w:val="00D21FA6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Vienkrsteksts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030349"/>
    <w:rPr>
      <w:rFonts w:ascii="Tahoma" w:hAnsi="Tahoma" w:cs="Tahoma"/>
      <w:sz w:val="16"/>
      <w:szCs w:val="16"/>
    </w:rPr>
  </w:style>
  <w:style w:type="character" w:customStyle="1" w:styleId="Virsraksts1Rakstz">
    <w:name w:val="Virsraksts 1 Rakstz."/>
    <w:basedOn w:val="Noklusjumarindkopasfonts"/>
    <w:link w:val="Virsraksts1"/>
    <w:rsid w:val="00514F83"/>
    <w:rPr>
      <w:rFonts w:ascii="Times New Roman" w:eastAsia="Times New Roman" w:hAnsi="Times New Roman"/>
      <w:sz w:val="28"/>
      <w:szCs w:val="28"/>
      <w:lang w:val="x-none" w:eastAsia="en-US"/>
    </w:rPr>
  </w:style>
  <w:style w:type="paragraph" w:styleId="Pamatteksts">
    <w:name w:val="Body Text"/>
    <w:basedOn w:val="Parasts"/>
    <w:link w:val="PamattekstsRakstz"/>
    <w:unhideWhenUsed/>
    <w:rsid w:val="00514F8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amattekstsRakstz">
    <w:name w:val="Pamatteksts Rakstz."/>
    <w:basedOn w:val="Noklusjumarindkopasfonts"/>
    <w:link w:val="Pamatteksts"/>
    <w:rsid w:val="00514F83"/>
    <w:rPr>
      <w:rFonts w:ascii="Times New Roman" w:eastAsia="Times New Roman" w:hAnsi="Times New Roman"/>
      <w:sz w:val="24"/>
      <w:lang w:val="x-none" w:eastAsia="x-none"/>
    </w:rPr>
  </w:style>
  <w:style w:type="paragraph" w:styleId="Sarakstarindkopa">
    <w:name w:val="List Paragraph"/>
    <w:basedOn w:val="Parasts"/>
    <w:uiPriority w:val="34"/>
    <w:qFormat/>
    <w:rsid w:val="00D943C7"/>
    <w:pPr>
      <w:ind w:left="720"/>
      <w:contextualSpacing/>
    </w:pPr>
  </w:style>
  <w:style w:type="paragraph" w:styleId="Bezatstarpm">
    <w:name w:val="No Spacing"/>
    <w:link w:val="BezatstarpmRakstz"/>
    <w:uiPriority w:val="1"/>
    <w:qFormat/>
    <w:rsid w:val="00F972DE"/>
    <w:pPr>
      <w:widowControl w:val="0"/>
    </w:pPr>
    <w:rPr>
      <w:sz w:val="22"/>
      <w:szCs w:val="22"/>
      <w:lang w:val="en-US" w:eastAsia="en-US"/>
    </w:rPr>
  </w:style>
  <w:style w:type="character" w:customStyle="1" w:styleId="apple-converted-space">
    <w:name w:val="apple-converted-space"/>
    <w:rsid w:val="00F972DE"/>
  </w:style>
  <w:style w:type="paragraph" w:styleId="Pamattekstsaratkpi">
    <w:name w:val="Body Text Indent"/>
    <w:basedOn w:val="Parasts"/>
    <w:link w:val="PamattekstsaratkpiRakstz"/>
    <w:uiPriority w:val="99"/>
    <w:unhideWhenUsed/>
    <w:rsid w:val="00F72C49"/>
    <w:pPr>
      <w:spacing w:after="120"/>
      <w:ind w:left="283"/>
    </w:p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rsid w:val="00F72C49"/>
    <w:rPr>
      <w:sz w:val="22"/>
      <w:szCs w:val="22"/>
      <w:lang w:val="en-US" w:eastAsia="en-US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CF5205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tv213">
    <w:name w:val="tv213"/>
    <w:basedOn w:val="Parasts"/>
    <w:rsid w:val="00090AC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BezatstarpmRakstz">
    <w:name w:val="Bez atstarpēm Rakstz."/>
    <w:link w:val="Bezatstarpm"/>
    <w:uiPriority w:val="1"/>
    <w:rsid w:val="001A5276"/>
    <w:rPr>
      <w:sz w:val="22"/>
      <w:szCs w:val="22"/>
      <w:lang w:val="en-US" w:eastAsia="en-US"/>
    </w:rPr>
  </w:style>
  <w:style w:type="character" w:styleId="Izclums">
    <w:name w:val="Emphasis"/>
    <w:basedOn w:val="Noklusjumarindkopasfonts"/>
    <w:uiPriority w:val="20"/>
    <w:qFormat/>
    <w:rsid w:val="00C53E4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4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rina.levina@mantojums.lv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e.abele\Desktop\vienkrasu_LV_pirma_lapa.dotx" TargetMode="Externa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C8D5C48735B0EB4E824764C6F04B4EE8" ma:contentTypeVersion="2" ma:contentTypeDescription="Izveidot jaunu dokumentu." ma:contentTypeScope="" ma:versionID="faa3dceea36924e441b32997d343b4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9dc6d94810d549899ad4aaecabc41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185272-EB8D-4D3F-99D4-FB9C272DC5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05FBF8-EDDF-4094-9020-650B83AF1FD0}">
  <ds:schemaRefs>
    <ds:schemaRef ds:uri="http://schemas.microsoft.com/office/2006/documentManagement/types"/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3B64D5D-B39D-4FC7-AB8B-DFD77DBA41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vienkrasu_LV_pirma_lapa</Template>
  <TotalTime>72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LR Kurtūras ministrija un padotībā esošās iestādes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Levina</dc:creator>
  <cp:lastModifiedBy>Gunta Deģe</cp:lastModifiedBy>
  <cp:revision>8</cp:revision>
  <cp:lastPrinted>2018-06-12T12:04:00Z</cp:lastPrinted>
  <dcterms:created xsi:type="dcterms:W3CDTF">2019-10-24T09:14:00Z</dcterms:created>
  <dcterms:modified xsi:type="dcterms:W3CDTF">2019-11-06T12:35:00Z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  <property fmtid="{D5CDD505-2E9C-101B-9397-08002B2CF9AE}" pid="4" name="ContentTypeId">
    <vt:lpwstr>0x010100C8D5C48735B0EB4E824764C6F04B4EE8</vt:lpwstr>
  </property>
</Properties>
</file>